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5FF42" w14:textId="2D311FEC" w:rsidR="005103B9" w:rsidRPr="00AB750C" w:rsidRDefault="006676AE" w:rsidP="00A44833">
      <w:pPr>
        <w:pStyle w:val="Nagwek4"/>
        <w:spacing w:after="360"/>
        <w:rPr>
          <w:rFonts w:asciiTheme="minorHAnsi" w:hAnsiTheme="minorHAnsi" w:cstheme="minorHAnsi"/>
          <w:bCs/>
          <w:i w:val="0"/>
          <w:szCs w:val="24"/>
        </w:rPr>
      </w:pPr>
      <w:r w:rsidRPr="00AB750C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D52E42">
        <w:rPr>
          <w:rFonts w:asciiTheme="minorHAnsi" w:hAnsiTheme="minorHAnsi" w:cstheme="minorHAnsi"/>
          <w:bCs/>
          <w:i w:val="0"/>
          <w:szCs w:val="24"/>
        </w:rPr>
        <w:t>3</w:t>
      </w:r>
      <w:r w:rsidR="00B36ABD" w:rsidRPr="00AB750C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3FE2F8C" w14:textId="77777777" w:rsidR="00C4103F" w:rsidRPr="00AB750C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48F60579" w14:textId="4C7594DC" w:rsidR="00386A5F" w:rsidRDefault="00E07DCF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Zwiazek</w:t>
      </w:r>
      <w:proofErr w:type="spellEnd"/>
      <w:r>
        <w:rPr>
          <w:rFonts w:asciiTheme="minorHAnsi" w:hAnsiTheme="minorHAnsi" w:cstheme="minorHAnsi"/>
        </w:rPr>
        <w:t xml:space="preserve"> Miast Polskich </w:t>
      </w:r>
    </w:p>
    <w:p w14:paraId="0C305715" w14:textId="12A5CC11" w:rsidR="00E07DCF" w:rsidRDefault="00E07DCF" w:rsidP="004B315E">
      <w:pPr>
        <w:pStyle w:val="Tekstpodstawowy"/>
        <w:tabs>
          <w:tab w:val="center" w:pos="6591"/>
        </w:tabs>
        <w:spacing w:after="0" w:line="276" w:lineRule="auto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Ul. Robocza </w:t>
      </w:r>
      <w:r w:rsidR="00A82D7A">
        <w:rPr>
          <w:rFonts w:asciiTheme="minorHAnsi" w:hAnsiTheme="minorHAnsi" w:cstheme="minorHAnsi"/>
        </w:rPr>
        <w:t xml:space="preserve"> </w:t>
      </w:r>
      <w:r w:rsidR="004B315E">
        <w:rPr>
          <w:rFonts w:asciiTheme="minorHAnsi" w:hAnsiTheme="minorHAnsi" w:cstheme="minorHAnsi"/>
        </w:rPr>
        <w:t>42</w:t>
      </w:r>
    </w:p>
    <w:p w14:paraId="5D366F06" w14:textId="62DAA485" w:rsidR="00E07DCF" w:rsidRDefault="004C1423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</w:rPr>
        <w:t xml:space="preserve">61-517 </w:t>
      </w:r>
      <w:r w:rsidR="00E07DCF">
        <w:rPr>
          <w:rFonts w:asciiTheme="minorHAnsi" w:hAnsiTheme="minorHAnsi" w:cstheme="minorHAnsi"/>
        </w:rPr>
        <w:t>Poznań</w:t>
      </w:r>
    </w:p>
    <w:p w14:paraId="2E288147" w14:textId="6D008B89" w:rsidR="009169D4" w:rsidRPr="00AB750C" w:rsidRDefault="009169D4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2F43A56" w14:textId="77777777" w:rsidR="009169D4" w:rsidRPr="00AB750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4E6EE243" w14:textId="77777777" w:rsidR="00C4103F" w:rsidRPr="00AB750C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B750C">
        <w:rPr>
          <w:rFonts w:asciiTheme="minorHAnsi" w:hAnsiTheme="minorHAnsi" w:cstheme="minorHAnsi"/>
          <w:i/>
        </w:rPr>
        <w:t xml:space="preserve"> </w:t>
      </w:r>
    </w:p>
    <w:p w14:paraId="0EEB0932" w14:textId="77777777" w:rsidR="00C4103F" w:rsidRPr="00AB750C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69CC895F" w14:textId="77777777" w:rsidR="00757EFB" w:rsidRPr="00AB750C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…………………………</w:t>
      </w:r>
      <w:r w:rsidRPr="00AB750C">
        <w:rPr>
          <w:rFonts w:asciiTheme="minorHAnsi" w:hAnsiTheme="minorHAnsi" w:cstheme="minorHAnsi"/>
        </w:rPr>
        <w:t>…</w:t>
      </w:r>
    </w:p>
    <w:p w14:paraId="66BEE2EB" w14:textId="77777777" w:rsidR="007118F0" w:rsidRPr="00AB750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B750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B750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B750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p w14:paraId="4414304E" w14:textId="77777777" w:rsidR="00C4103F" w:rsidRPr="00AB750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B750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58DFF7E" w14:textId="77777777" w:rsidR="00757EFB" w:rsidRPr="00AB750C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</w:t>
      </w:r>
      <w:r w:rsidRPr="00AB750C">
        <w:rPr>
          <w:rFonts w:asciiTheme="minorHAnsi" w:hAnsiTheme="minorHAnsi" w:cstheme="minorHAnsi"/>
        </w:rPr>
        <w:t>…</w:t>
      </w:r>
    </w:p>
    <w:p w14:paraId="438F78D6" w14:textId="77777777" w:rsidR="00484F88" w:rsidRPr="00AB750C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6818" w:rsidRPr="00AB750C" w14:paraId="4EEEDBD7" w14:textId="77777777" w:rsidTr="008E5FAF">
        <w:tc>
          <w:tcPr>
            <w:tcW w:w="9104" w:type="dxa"/>
            <w:shd w:val="clear" w:color="auto" w:fill="D9D9D9"/>
          </w:tcPr>
          <w:p w14:paraId="721B9171" w14:textId="77777777" w:rsidR="006B6818" w:rsidRPr="00AB750C" w:rsidRDefault="006B6818" w:rsidP="008E5FAF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B750C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26A784E1" w14:textId="77777777" w:rsidR="006B6818" w:rsidRPr="00AB750C" w:rsidRDefault="006B6818" w:rsidP="008E5FA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Prawo zamówień publicznych (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Dz.U. z 2021r. poz. 1129 z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), dotyczące:</w:t>
            </w:r>
          </w:p>
          <w:p w14:paraId="03A163B7" w14:textId="77777777" w:rsidR="006B6818" w:rsidRPr="00AB750C" w:rsidRDefault="006B6818" w:rsidP="008E5FA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PRZESŁANEK WYKLUCZENIA Z POSTĘPOWANIA</w:t>
            </w:r>
          </w:p>
          <w:p w14:paraId="617B0AE4" w14:textId="77777777" w:rsidR="006B6818" w:rsidRPr="00AB750C" w:rsidRDefault="006B6818" w:rsidP="008E5FAF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</w:p>
          <w:p w14:paraId="485DBB7F" w14:textId="77777777" w:rsidR="006B6818" w:rsidRPr="00AB750C" w:rsidRDefault="006B6818" w:rsidP="008E5FA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C74A5BE" w14:textId="77777777" w:rsidR="00E50194" w:rsidRPr="00AB750C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B750C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B750C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B750C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72166B" w:rsidRPr="00A86DBD" w14:paraId="49CF104B" w14:textId="77777777" w:rsidTr="007D4DF0">
        <w:tc>
          <w:tcPr>
            <w:tcW w:w="6803" w:type="dxa"/>
            <w:shd w:val="clear" w:color="auto" w:fill="auto"/>
          </w:tcPr>
          <w:p w14:paraId="7B962324" w14:textId="6FEE3309" w:rsidR="0072166B" w:rsidRPr="0072166B" w:rsidRDefault="00CC3ABE" w:rsidP="0072166B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C3AB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Usługi tłumaczenia z języka polskiego na język angielski i odwrotnie</w:t>
            </w:r>
          </w:p>
        </w:tc>
      </w:tr>
    </w:tbl>
    <w:p w14:paraId="0F24508C" w14:textId="7AB48D1A" w:rsidR="00CF301F" w:rsidRPr="0072166B" w:rsidRDefault="00CF301F" w:rsidP="00CF301F">
      <w:pPr>
        <w:jc w:val="center"/>
        <w:rPr>
          <w:b/>
          <w:color w:val="FF0000"/>
        </w:rPr>
      </w:pPr>
    </w:p>
    <w:p w14:paraId="48620DE2" w14:textId="66C5199C" w:rsidR="00A44833" w:rsidRPr="00980E93" w:rsidRDefault="006D23B2" w:rsidP="000418E0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0E93">
        <w:rPr>
          <w:rFonts w:asciiTheme="minorHAnsi" w:hAnsiTheme="minorHAnsi" w:cstheme="minorHAnsi"/>
          <w:sz w:val="24"/>
          <w:szCs w:val="24"/>
        </w:rPr>
        <w:t>Numer</w:t>
      </w:r>
      <w:r w:rsidR="00A44833" w:rsidRPr="00980E93">
        <w:rPr>
          <w:rFonts w:asciiTheme="minorHAnsi" w:hAnsiTheme="minorHAnsi" w:cstheme="minorHAnsi"/>
          <w:sz w:val="24"/>
          <w:szCs w:val="24"/>
        </w:rPr>
        <w:t xml:space="preserve"> </w:t>
      </w:r>
      <w:r w:rsidRPr="00980E93">
        <w:rPr>
          <w:rFonts w:asciiTheme="minorHAnsi" w:hAnsiTheme="minorHAnsi" w:cstheme="minorHAnsi"/>
          <w:sz w:val="24"/>
          <w:szCs w:val="24"/>
        </w:rPr>
        <w:t>referencyjny</w:t>
      </w:r>
      <w:r w:rsidR="00A44833" w:rsidRPr="00980E93">
        <w:rPr>
          <w:rFonts w:asciiTheme="minorHAnsi" w:hAnsiTheme="minorHAnsi" w:cstheme="minorHAnsi"/>
          <w:sz w:val="24"/>
          <w:szCs w:val="24"/>
        </w:rPr>
        <w:t>:</w:t>
      </w:r>
      <w:r w:rsidR="00A44833" w:rsidRPr="00980E9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F4BAF" w:rsidRPr="00980E93">
        <w:rPr>
          <w:rFonts w:asciiTheme="minorHAnsi" w:hAnsiTheme="minorHAnsi" w:cstheme="minorHAnsi"/>
          <w:b/>
          <w:sz w:val="24"/>
          <w:szCs w:val="24"/>
        </w:rPr>
        <w:t>15/CH2/</w:t>
      </w:r>
      <w:r w:rsidR="00980E93" w:rsidRPr="00980E93">
        <w:rPr>
          <w:rFonts w:asciiTheme="minorHAnsi" w:hAnsiTheme="minorHAnsi" w:cstheme="minorHAnsi"/>
          <w:b/>
          <w:sz w:val="24"/>
          <w:szCs w:val="24"/>
        </w:rPr>
        <w:t>2025</w:t>
      </w:r>
    </w:p>
    <w:p w14:paraId="74BB7D4D" w14:textId="414A58A7" w:rsidR="00F90CD1" w:rsidRPr="00AB750C" w:rsidRDefault="005434B3" w:rsidP="009364F8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B315E">
        <w:rPr>
          <w:rFonts w:asciiTheme="minorHAnsi" w:hAnsiTheme="minorHAnsi" w:cstheme="minorHAnsi"/>
          <w:b/>
          <w:sz w:val="24"/>
          <w:szCs w:val="24"/>
        </w:rPr>
        <w:t>Związek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 Miast Polskich, ul. Robocza</w:t>
      </w:r>
      <w:r w:rsidR="004B315E">
        <w:rPr>
          <w:rFonts w:asciiTheme="minorHAnsi" w:hAnsiTheme="minorHAnsi" w:cstheme="minorHAnsi"/>
          <w:b/>
          <w:sz w:val="24"/>
          <w:szCs w:val="24"/>
        </w:rPr>
        <w:t xml:space="preserve"> 42</w:t>
      </w:r>
      <w:r w:rsidR="0072166B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4C1423">
        <w:rPr>
          <w:rFonts w:asciiTheme="minorHAnsi" w:hAnsiTheme="minorHAnsi" w:cstheme="minorHAnsi"/>
          <w:b/>
          <w:sz w:val="24"/>
          <w:szCs w:val="24"/>
        </w:rPr>
        <w:t>61-517</w:t>
      </w:r>
      <w:r w:rsidR="00CC5671">
        <w:rPr>
          <w:rFonts w:asciiTheme="minorHAnsi" w:hAnsiTheme="minorHAnsi" w:cstheme="minorHAnsi"/>
          <w:b/>
          <w:sz w:val="24"/>
          <w:szCs w:val="24"/>
        </w:rPr>
        <w:t xml:space="preserve"> Poznań</w:t>
      </w:r>
      <w:r w:rsidRPr="00AB750C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B750C">
        <w:rPr>
          <w:rFonts w:asciiTheme="minorHAnsi" w:hAnsiTheme="minorHAnsi" w:cstheme="minorHAnsi"/>
          <w:sz w:val="24"/>
          <w:szCs w:val="24"/>
        </w:rPr>
        <w:t>oświa</w:t>
      </w:r>
      <w:r w:rsidR="00825A09" w:rsidRPr="00AB750C">
        <w:rPr>
          <w:rFonts w:asciiTheme="minorHAnsi" w:hAnsiTheme="minorHAnsi" w:cstheme="minorHAnsi"/>
          <w:sz w:val="24"/>
          <w:szCs w:val="24"/>
        </w:rPr>
        <w:t>dczam</w:t>
      </w:r>
      <w:r w:rsidR="00E65685" w:rsidRPr="00AB750C">
        <w:rPr>
          <w:rFonts w:asciiTheme="minorHAnsi" w:hAnsiTheme="minorHAnsi" w:cstheme="minorHAnsi"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B750C" w14:paraId="6B936721" w14:textId="77777777" w:rsidTr="00650D6C">
        <w:tc>
          <w:tcPr>
            <w:tcW w:w="9104" w:type="dxa"/>
            <w:shd w:val="clear" w:color="auto" w:fill="D9D9D9"/>
          </w:tcPr>
          <w:p w14:paraId="57C2E9E2" w14:textId="77777777" w:rsidR="00E50194" w:rsidRPr="00AB750C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0E849A3" w14:textId="77777777" w:rsidR="00C113BF" w:rsidRPr="00AB750C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AB750C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AB750C">
        <w:rPr>
          <w:rFonts w:asciiTheme="minorHAnsi" w:hAnsiTheme="minorHAnsi" w:cstheme="minorHAnsi"/>
          <w:sz w:val="24"/>
          <w:szCs w:val="24"/>
        </w:rPr>
        <w:t>108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 ust 1 </w:t>
      </w:r>
      <w:r w:rsidRPr="00AB750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3A5DB461" w14:textId="77777777" w:rsidR="002426FF" w:rsidRPr="00AB750C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37DDAFA0" w14:textId="77777777" w:rsidR="00023477" w:rsidRPr="00AB750C" w:rsidRDefault="00023477" w:rsidP="007A2BCB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4EA7646A" w14:textId="77777777" w:rsidR="00023477" w:rsidRPr="00AB750C" w:rsidRDefault="00992BD8" w:rsidP="00992BD8">
      <w:pPr>
        <w:pStyle w:val="Akapitzlist"/>
        <w:spacing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06C427CE" w14:textId="77777777" w:rsidR="00992BD8" w:rsidRPr="00AB750C" w:rsidRDefault="00992BD8" w:rsidP="00992BD8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lastRenderedPageBreak/>
        <w:t xml:space="preserve">[UWAGA: </w:t>
      </w:r>
      <w:r w:rsidR="008D33C8" w:rsidRPr="00AB750C">
        <w:rPr>
          <w:rFonts w:asciiTheme="minorHAnsi" w:hAnsiTheme="minorHAnsi" w:cstheme="minorHAnsi"/>
          <w:color w:val="0070C0"/>
          <w:sz w:val="20"/>
          <w:szCs w:val="20"/>
        </w:rPr>
        <w:t>tę część oświadczenia należy wypełnić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2E37AF87" w14:textId="77777777" w:rsidR="00023477" w:rsidRPr="00AB750C" w:rsidRDefault="00C113BF" w:rsidP="0002347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426EB" w:rsidRPr="00AB750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AB750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="00E426EB" w:rsidRPr="00AB750C">
        <w:rPr>
          <w:rFonts w:asciiTheme="minorHAnsi" w:hAnsiTheme="minorHAnsi" w:cstheme="minorHAnsi"/>
          <w:i/>
          <w:sz w:val="20"/>
          <w:szCs w:val="20"/>
        </w:rPr>
        <w:t>)</w:t>
      </w:r>
      <w:r w:rsidRPr="00AB750C">
        <w:rPr>
          <w:rFonts w:asciiTheme="minorHAnsi" w:hAnsiTheme="minorHAnsi" w:cstheme="minorHAnsi"/>
          <w:i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710937" w:rsidRPr="00AB750C">
        <w:rPr>
          <w:rFonts w:asciiTheme="minorHAnsi" w:hAnsiTheme="minorHAnsi" w:cstheme="minorHAnsi"/>
          <w:sz w:val="24"/>
          <w:szCs w:val="24"/>
        </w:rPr>
        <w:t>110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ust. </w:t>
      </w:r>
      <w:r w:rsidR="00710937" w:rsidRPr="00AB750C">
        <w:rPr>
          <w:rFonts w:asciiTheme="minorHAnsi" w:hAnsiTheme="minorHAnsi" w:cstheme="minorHAnsi"/>
          <w:sz w:val="24"/>
          <w:szCs w:val="24"/>
        </w:rPr>
        <w:t>2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7A2BCB" w:rsidRPr="00AB750C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AB750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..</w:t>
      </w: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023477" w:rsidRPr="00AB750C">
        <w:rPr>
          <w:rFonts w:asciiTheme="minorHAnsi" w:hAnsiTheme="minorHAnsi" w:cstheme="minorHAnsi"/>
          <w:sz w:val="24"/>
          <w:szCs w:val="24"/>
        </w:rPr>
        <w:t>…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>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29558F88" w14:textId="77777777" w:rsidR="007A2BCB" w:rsidRPr="00AB750C" w:rsidRDefault="00992BD8" w:rsidP="00992BD8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527024CE" w14:textId="77777777" w:rsidR="0011306C" w:rsidRPr="00AB750C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AB750C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B750C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B750C" w14:paraId="5766411D" w14:textId="77777777" w:rsidTr="00CD4DD1">
        <w:tc>
          <w:tcPr>
            <w:tcW w:w="9104" w:type="dxa"/>
            <w:shd w:val="clear" w:color="auto" w:fill="D9D9D9"/>
          </w:tcPr>
          <w:p w14:paraId="3340C8DB" w14:textId="77777777" w:rsidR="0011306C" w:rsidRPr="00AB750C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26516BF0" w14:textId="185CF65B" w:rsidR="0088120D" w:rsidRPr="006D23B2" w:rsidRDefault="004F23F7" w:rsidP="00B9647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że </w:t>
      </w:r>
      <w:r w:rsidR="00313417" w:rsidRPr="006D23B2">
        <w:rPr>
          <w:rFonts w:asciiTheme="minorHAnsi" w:hAnsiTheme="minorHAnsi" w:cstheme="minorHAnsi"/>
          <w:sz w:val="24"/>
          <w:szCs w:val="24"/>
        </w:rPr>
        <w:t>spełniam</w:t>
      </w:r>
      <w:r w:rsidR="004541F9" w:rsidRPr="006D23B2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6D23B2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6D23B2">
        <w:rPr>
          <w:rFonts w:asciiTheme="minorHAnsi" w:hAnsiTheme="minorHAnsi" w:cstheme="minorHAnsi"/>
          <w:sz w:val="24"/>
          <w:szCs w:val="24"/>
        </w:rPr>
        <w:t>w postępowaniu</w:t>
      </w:r>
    </w:p>
    <w:p w14:paraId="34E1ACD9" w14:textId="54DC6667" w:rsidR="00E21BB4" w:rsidRPr="006D23B2" w:rsidRDefault="00257E73" w:rsidP="00257E73">
      <w:pPr>
        <w:spacing w:before="240" w:after="24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D23B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</w:t>
      </w:r>
    </w:p>
    <w:p w14:paraId="50B0DF2B" w14:textId="77777777" w:rsidR="00E21BB4" w:rsidRPr="006D23B2" w:rsidRDefault="00E21BB4" w:rsidP="00E21BB4">
      <w:p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D23B2">
        <w:rPr>
          <w:rFonts w:asciiTheme="minorHAnsi" w:hAnsiTheme="minorHAnsi" w:cstheme="minorHAnsi"/>
          <w:sz w:val="20"/>
          <w:szCs w:val="20"/>
        </w:rPr>
        <w:t xml:space="preserve">[UWAGA: </w:t>
      </w:r>
      <w:r w:rsidR="00721D87" w:rsidRPr="006D23B2">
        <w:rPr>
          <w:rFonts w:asciiTheme="minorHAnsi" w:hAnsiTheme="minorHAnsi" w:cstheme="minorHAnsi"/>
          <w:sz w:val="20"/>
          <w:szCs w:val="20"/>
        </w:rPr>
        <w:t>t</w:t>
      </w:r>
      <w:r w:rsidR="00BE6F04" w:rsidRPr="006D23B2">
        <w:rPr>
          <w:rFonts w:asciiTheme="minorHAnsi" w:hAnsiTheme="minorHAnsi" w:cstheme="minorHAnsi"/>
          <w:sz w:val="20"/>
          <w:szCs w:val="20"/>
        </w:rPr>
        <w:t>ę</w:t>
      </w:r>
      <w:r w:rsidR="00721D87" w:rsidRPr="006D23B2">
        <w:rPr>
          <w:rFonts w:asciiTheme="minorHAnsi" w:hAnsiTheme="minorHAnsi" w:cstheme="minorHAnsi"/>
          <w:sz w:val="20"/>
          <w:szCs w:val="20"/>
        </w:rPr>
        <w:t xml:space="preserve"> część oświadczenia </w:t>
      </w:r>
      <w:r w:rsidRPr="006D23B2">
        <w:rPr>
          <w:rFonts w:asciiTheme="minorHAnsi" w:hAnsiTheme="minorHAnsi" w:cstheme="minorHAnsi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C6E4266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 następującym zakresie:</w:t>
      </w:r>
    </w:p>
    <w:p w14:paraId="1CF60B5D" w14:textId="77777777" w:rsidR="00C62F57" w:rsidRPr="006D23B2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261EAD21" w14:textId="77777777" w:rsidR="00721D87" w:rsidRPr="006D23B2" w:rsidRDefault="00E21BB4" w:rsidP="00721D8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podmiotu/ów udostępniając</w:t>
      </w:r>
      <w:r w:rsidR="00721D87" w:rsidRPr="006D23B2">
        <w:rPr>
          <w:rFonts w:asciiTheme="minorHAnsi" w:hAnsiTheme="minorHAnsi" w:cstheme="minorHAnsi"/>
          <w:sz w:val="24"/>
          <w:szCs w:val="24"/>
        </w:rPr>
        <w:t>ego/</w:t>
      </w:r>
      <w:proofErr w:type="spellStart"/>
      <w:r w:rsidRPr="006D23B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D23B2">
        <w:rPr>
          <w:rFonts w:asciiTheme="minorHAnsi" w:hAnsiTheme="minorHAnsi" w:cstheme="minorHAnsi"/>
          <w:sz w:val="24"/>
          <w:szCs w:val="24"/>
        </w:rPr>
        <w:t xml:space="preserve"> zasoby: </w:t>
      </w:r>
    </w:p>
    <w:p w14:paraId="01E48343" w14:textId="77777777" w:rsidR="00721D87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368C64A0" w14:textId="77777777" w:rsidR="00721D87" w:rsidRPr="006D23B2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lastRenderedPageBreak/>
        <w:t>(wskazać nazwę/y podmiotu/ów)</w:t>
      </w:r>
    </w:p>
    <w:p w14:paraId="42FD2C50" w14:textId="77777777" w:rsidR="00721D87" w:rsidRPr="006D23B2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599CFE9" w14:textId="77777777" w:rsidR="00E21BB4" w:rsidRPr="006D23B2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6D23B2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6D23B2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78C9BEC2" w14:textId="77777777" w:rsidR="00E21BB4" w:rsidRPr="006D23B2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D23B2">
        <w:rPr>
          <w:rFonts w:asciiTheme="minorHAnsi" w:hAnsiTheme="minorHAnsi" w:cstheme="minorHAnsi"/>
          <w:i/>
          <w:iCs/>
          <w:sz w:val="20"/>
          <w:szCs w:val="20"/>
        </w:rPr>
        <w:t>(określić odpowiedni zakres udostępnianych zasobów dla wskazanego podmiotu)</w:t>
      </w:r>
    </w:p>
    <w:p w14:paraId="6EA8239E" w14:textId="77777777" w:rsidR="00C62F57" w:rsidRPr="006D23B2" w:rsidRDefault="00257E73" w:rsidP="00257E73">
      <w:pPr>
        <w:spacing w:before="12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D23B2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B750C" w14:paraId="0605A77A" w14:textId="77777777" w:rsidTr="00CD4DD1">
        <w:tc>
          <w:tcPr>
            <w:tcW w:w="9104" w:type="dxa"/>
            <w:shd w:val="clear" w:color="auto" w:fill="D9D9D9"/>
          </w:tcPr>
          <w:p w14:paraId="436B4A14" w14:textId="77777777" w:rsidR="00BE6F04" w:rsidRPr="00AB750C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1F6AE5E" w14:textId="77777777" w:rsidR="00FE4E2B" w:rsidRPr="00AB750C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B750C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B750C" w14:paraId="099DE602" w14:textId="77777777" w:rsidTr="00847232">
        <w:tc>
          <w:tcPr>
            <w:tcW w:w="9104" w:type="dxa"/>
            <w:shd w:val="clear" w:color="auto" w:fill="D9D9D9"/>
          </w:tcPr>
          <w:p w14:paraId="0F8C04B9" w14:textId="77777777" w:rsidR="00E426EB" w:rsidRPr="00AB750C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98D8211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C38784" w14:textId="77777777" w:rsidR="00E426EB" w:rsidRPr="00AB750C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C32956B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B9AE1C5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FD4095F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478744E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12924E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837621" w14:textId="77777777" w:rsidR="0012157F" w:rsidRPr="00AB750C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57A7E1" w14:textId="77777777" w:rsidR="00524951" w:rsidRPr="00AB750C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</w:p>
    <w:p w14:paraId="0AD03F0E" w14:textId="77777777" w:rsidR="00524951" w:rsidRPr="00AB750C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720FA72B" w14:textId="77777777" w:rsidR="00FE4E2B" w:rsidRPr="00AB750C" w:rsidRDefault="00524951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 xml:space="preserve">  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………….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5D8D0778" w14:textId="77777777" w:rsidR="00484F88" w:rsidRPr="00AB750C" w:rsidRDefault="006D536F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AB750C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AB750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7FAA1" w14:textId="77777777" w:rsidR="00AE1869" w:rsidRDefault="00AE1869" w:rsidP="0038231F">
      <w:pPr>
        <w:spacing w:after="0" w:line="240" w:lineRule="auto"/>
      </w:pPr>
      <w:r>
        <w:separator/>
      </w:r>
    </w:p>
  </w:endnote>
  <w:endnote w:type="continuationSeparator" w:id="0">
    <w:p w14:paraId="39BF7597" w14:textId="77777777" w:rsidR="00AE1869" w:rsidRDefault="00AE18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D6C4A" w14:textId="77777777" w:rsidR="006B6818" w:rsidRDefault="006B6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30FB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66EF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9FF498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D11F5" w14:textId="77777777" w:rsidR="006B6818" w:rsidRDefault="006B6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06FD1" w14:textId="77777777" w:rsidR="00AE1869" w:rsidRDefault="00AE1869" w:rsidP="0038231F">
      <w:pPr>
        <w:spacing w:after="0" w:line="240" w:lineRule="auto"/>
      </w:pPr>
      <w:r>
        <w:separator/>
      </w:r>
    </w:p>
  </w:footnote>
  <w:footnote w:type="continuationSeparator" w:id="0">
    <w:p w14:paraId="1C605C62" w14:textId="77777777" w:rsidR="00AE1869" w:rsidRDefault="00AE1869" w:rsidP="0038231F">
      <w:pPr>
        <w:spacing w:after="0" w:line="240" w:lineRule="auto"/>
      </w:pPr>
      <w:r>
        <w:continuationSeparator/>
      </w:r>
    </w:p>
  </w:footnote>
  <w:footnote w:id="1">
    <w:p w14:paraId="0EE7DC0E" w14:textId="77777777" w:rsidR="0011306C" w:rsidRPr="00AB750C" w:rsidRDefault="0011306C" w:rsidP="0011306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Style w:val="Odwoanieprzypisudolnego"/>
          <w:rFonts w:asciiTheme="minorHAnsi" w:hAnsiTheme="minorHAnsi" w:cstheme="minorHAnsi"/>
        </w:rPr>
        <w:footnoteRef/>
      </w:r>
      <w:r w:rsidRPr="00AB750C">
        <w:rPr>
          <w:rFonts w:asciiTheme="minorHAnsi" w:hAnsiTheme="minorHAnsi" w:cstheme="minorHAnsi"/>
        </w:rPr>
        <w:t xml:space="preserve"> </w:t>
      </w:r>
      <w:r w:rsidRPr="00AB750C">
        <w:rPr>
          <w:rFonts w:asciiTheme="minorHAnsi" w:hAnsiTheme="minorHAnsi" w:cs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FF1C393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8CAFA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F93F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FD40B" w14:textId="77777777" w:rsidR="006B6818" w:rsidRDefault="006B6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62357" w14:textId="77777777" w:rsidR="006B6818" w:rsidRDefault="006B68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DD7C9" w14:textId="77777777" w:rsidR="006B6818" w:rsidRDefault="006B6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D6E00"/>
    <w:multiLevelType w:val="hybridMultilevel"/>
    <w:tmpl w:val="68AC2B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137603">
    <w:abstractNumId w:val="12"/>
  </w:num>
  <w:num w:numId="2" w16cid:durableId="1362896867">
    <w:abstractNumId w:val="0"/>
  </w:num>
  <w:num w:numId="3" w16cid:durableId="1514110540">
    <w:abstractNumId w:val="11"/>
  </w:num>
  <w:num w:numId="4" w16cid:durableId="1123957451">
    <w:abstractNumId w:val="14"/>
  </w:num>
  <w:num w:numId="5" w16cid:durableId="2138795053">
    <w:abstractNumId w:val="13"/>
  </w:num>
  <w:num w:numId="6" w16cid:durableId="1900241448">
    <w:abstractNumId w:val="10"/>
  </w:num>
  <w:num w:numId="7" w16cid:durableId="506596356">
    <w:abstractNumId w:val="1"/>
  </w:num>
  <w:num w:numId="8" w16cid:durableId="997538960">
    <w:abstractNumId w:val="6"/>
  </w:num>
  <w:num w:numId="9" w16cid:durableId="677193968">
    <w:abstractNumId w:val="4"/>
  </w:num>
  <w:num w:numId="10" w16cid:durableId="1590653913">
    <w:abstractNumId w:val="7"/>
  </w:num>
  <w:num w:numId="11" w16cid:durableId="100497134">
    <w:abstractNumId w:val="5"/>
  </w:num>
  <w:num w:numId="12" w16cid:durableId="2123648138">
    <w:abstractNumId w:val="9"/>
  </w:num>
  <w:num w:numId="13" w16cid:durableId="1975788705">
    <w:abstractNumId w:val="3"/>
  </w:num>
  <w:num w:numId="14" w16cid:durableId="1494947940">
    <w:abstractNumId w:val="2"/>
  </w:num>
  <w:num w:numId="15" w16cid:durableId="1692300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BB9"/>
    <w:rsid w:val="00004FD6"/>
    <w:rsid w:val="00023477"/>
    <w:rsid w:val="00024235"/>
    <w:rsid w:val="000247FF"/>
    <w:rsid w:val="00025C8D"/>
    <w:rsid w:val="000303EE"/>
    <w:rsid w:val="000418E0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62C93"/>
    <w:rsid w:val="001902D2"/>
    <w:rsid w:val="001C6945"/>
    <w:rsid w:val="001F027E"/>
    <w:rsid w:val="00203A40"/>
    <w:rsid w:val="00215C1B"/>
    <w:rsid w:val="002168A8"/>
    <w:rsid w:val="00220491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92309"/>
    <w:rsid w:val="002B2AD9"/>
    <w:rsid w:val="002B3853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6A5F"/>
    <w:rsid w:val="003B2070"/>
    <w:rsid w:val="003B214C"/>
    <w:rsid w:val="003B7238"/>
    <w:rsid w:val="003C3B64"/>
    <w:rsid w:val="003F024C"/>
    <w:rsid w:val="00403625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15E"/>
    <w:rsid w:val="004C1423"/>
    <w:rsid w:val="004C4854"/>
    <w:rsid w:val="004D7E48"/>
    <w:rsid w:val="004E713F"/>
    <w:rsid w:val="004F23F7"/>
    <w:rsid w:val="004F40EF"/>
    <w:rsid w:val="005103B9"/>
    <w:rsid w:val="00512A1E"/>
    <w:rsid w:val="00520174"/>
    <w:rsid w:val="00524951"/>
    <w:rsid w:val="00531CB5"/>
    <w:rsid w:val="005434B3"/>
    <w:rsid w:val="00561084"/>
    <w:rsid w:val="005641F0"/>
    <w:rsid w:val="005B11F3"/>
    <w:rsid w:val="005C39CA"/>
    <w:rsid w:val="005E176A"/>
    <w:rsid w:val="005E24AA"/>
    <w:rsid w:val="005E579C"/>
    <w:rsid w:val="005F10D1"/>
    <w:rsid w:val="00612283"/>
    <w:rsid w:val="00634311"/>
    <w:rsid w:val="00641874"/>
    <w:rsid w:val="00650D6C"/>
    <w:rsid w:val="006676AE"/>
    <w:rsid w:val="00675DC5"/>
    <w:rsid w:val="00681BD9"/>
    <w:rsid w:val="006A3A1F"/>
    <w:rsid w:val="006A52B6"/>
    <w:rsid w:val="006B53D6"/>
    <w:rsid w:val="006B6818"/>
    <w:rsid w:val="006D23B2"/>
    <w:rsid w:val="006D536F"/>
    <w:rsid w:val="006F0034"/>
    <w:rsid w:val="006F3D32"/>
    <w:rsid w:val="00710937"/>
    <w:rsid w:val="007118F0"/>
    <w:rsid w:val="0072166B"/>
    <w:rsid w:val="00721D87"/>
    <w:rsid w:val="0072560B"/>
    <w:rsid w:val="00745822"/>
    <w:rsid w:val="00746532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7E4F38"/>
    <w:rsid w:val="007F6E4E"/>
    <w:rsid w:val="0080121B"/>
    <w:rsid w:val="00804F07"/>
    <w:rsid w:val="00825A09"/>
    <w:rsid w:val="00830AB1"/>
    <w:rsid w:val="00833FCD"/>
    <w:rsid w:val="00842991"/>
    <w:rsid w:val="00847232"/>
    <w:rsid w:val="008757E1"/>
    <w:rsid w:val="0088120D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364F8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80E93"/>
    <w:rsid w:val="00992BD8"/>
    <w:rsid w:val="00997D0F"/>
    <w:rsid w:val="009C7756"/>
    <w:rsid w:val="009D2ECE"/>
    <w:rsid w:val="00A055FD"/>
    <w:rsid w:val="00A1213C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66EFE"/>
    <w:rsid w:val="00A82D7A"/>
    <w:rsid w:val="00A90D0E"/>
    <w:rsid w:val="00AB750C"/>
    <w:rsid w:val="00AC5247"/>
    <w:rsid w:val="00AE1869"/>
    <w:rsid w:val="00AE6050"/>
    <w:rsid w:val="00AE6FF2"/>
    <w:rsid w:val="00AF4D79"/>
    <w:rsid w:val="00B0088C"/>
    <w:rsid w:val="00B02857"/>
    <w:rsid w:val="00B045B6"/>
    <w:rsid w:val="00B15219"/>
    <w:rsid w:val="00B15FD3"/>
    <w:rsid w:val="00B34079"/>
    <w:rsid w:val="00B36ABD"/>
    <w:rsid w:val="00B44571"/>
    <w:rsid w:val="00B50623"/>
    <w:rsid w:val="00B8005E"/>
    <w:rsid w:val="00B807FF"/>
    <w:rsid w:val="00B90E42"/>
    <w:rsid w:val="00B96477"/>
    <w:rsid w:val="00BB0C3C"/>
    <w:rsid w:val="00BD6251"/>
    <w:rsid w:val="00BE6F04"/>
    <w:rsid w:val="00C014B5"/>
    <w:rsid w:val="00C113BF"/>
    <w:rsid w:val="00C34FD3"/>
    <w:rsid w:val="00C4103F"/>
    <w:rsid w:val="00C57DEB"/>
    <w:rsid w:val="00C62F57"/>
    <w:rsid w:val="00C737A7"/>
    <w:rsid w:val="00C81012"/>
    <w:rsid w:val="00C909B9"/>
    <w:rsid w:val="00CC3ABE"/>
    <w:rsid w:val="00CC5671"/>
    <w:rsid w:val="00CD0851"/>
    <w:rsid w:val="00CD4DD1"/>
    <w:rsid w:val="00CF301F"/>
    <w:rsid w:val="00CF4BAF"/>
    <w:rsid w:val="00D23B4C"/>
    <w:rsid w:val="00D23F3D"/>
    <w:rsid w:val="00D2702A"/>
    <w:rsid w:val="00D27F63"/>
    <w:rsid w:val="00D34D9A"/>
    <w:rsid w:val="00D409DE"/>
    <w:rsid w:val="00D42C9B"/>
    <w:rsid w:val="00D52E42"/>
    <w:rsid w:val="00D531D5"/>
    <w:rsid w:val="00D7532C"/>
    <w:rsid w:val="00D862F0"/>
    <w:rsid w:val="00DA6EC7"/>
    <w:rsid w:val="00DC3928"/>
    <w:rsid w:val="00DD146A"/>
    <w:rsid w:val="00DD3E9D"/>
    <w:rsid w:val="00E022A1"/>
    <w:rsid w:val="00E07DCF"/>
    <w:rsid w:val="00E21B42"/>
    <w:rsid w:val="00E21BB4"/>
    <w:rsid w:val="00E24546"/>
    <w:rsid w:val="00E309E9"/>
    <w:rsid w:val="00E31C06"/>
    <w:rsid w:val="00E33351"/>
    <w:rsid w:val="00E426EB"/>
    <w:rsid w:val="00E50194"/>
    <w:rsid w:val="00E5404D"/>
    <w:rsid w:val="00E60C28"/>
    <w:rsid w:val="00E64482"/>
    <w:rsid w:val="00E65685"/>
    <w:rsid w:val="00E73190"/>
    <w:rsid w:val="00E73CEB"/>
    <w:rsid w:val="00E74141"/>
    <w:rsid w:val="00E93EC9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D2BB9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24DC5"/>
  <w15:docId w15:val="{0A3F67BA-B6E6-40F2-9D1C-DC788E4C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812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0C5D-C8F0-4F5C-B86C-0D759028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34</cp:revision>
  <cp:lastPrinted>2016-07-26T10:32:00Z</cp:lastPrinted>
  <dcterms:created xsi:type="dcterms:W3CDTF">2022-07-15T16:55:00Z</dcterms:created>
  <dcterms:modified xsi:type="dcterms:W3CDTF">2025-01-02T18:59:00Z</dcterms:modified>
</cp:coreProperties>
</file>